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5E8D" w:rsidRDefault="002D79A0">
      <w:pPr>
        <w:rPr>
          <w:lang w:val="en-CA"/>
        </w:rPr>
      </w:pPr>
      <w:r>
        <w:rPr>
          <w:b/>
          <w:noProof/>
          <w:u w:val="single"/>
          <w:lang w:val="en-CA" w:eastAsia="en-C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3399790</wp:posOffset>
                </wp:positionH>
                <wp:positionV relativeFrom="paragraph">
                  <wp:posOffset>-275590</wp:posOffset>
                </wp:positionV>
                <wp:extent cx="1171575" cy="666750"/>
                <wp:effectExtent l="0" t="0" r="28575" b="19050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6667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7387023" id="Oval 4" o:spid="_x0000_s1026" style="position:absolute;margin-left:267.7pt;margin-top:-21.7pt;width:92.25pt;height:52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" filled="f" strokecolor="black [3213]" strokeweight="1pt">
                <v:stroke joinstyle="miter"/>
              </v:oval>
            </w:pict>
          </mc:Fallback>
        </mc:AlternateContent>
      </w:r>
      <w:r w:rsidR="009C13A2" w:rsidRPr="00AA2D19">
        <w:rPr>
          <w:b/>
          <w:u w:val="single"/>
          <w:lang w:val="en-CA"/>
        </w:rPr>
        <w:t xml:space="preserve">Math 11 Foundations: </w:t>
      </w:r>
      <w:proofErr w:type="spellStart"/>
      <w:r w:rsidR="009C13A2" w:rsidRPr="00AA2D19">
        <w:rPr>
          <w:b/>
          <w:u w:val="single"/>
          <w:lang w:val="en-CA"/>
        </w:rPr>
        <w:t>Ch</w:t>
      </w:r>
      <w:proofErr w:type="spellEnd"/>
      <w:r w:rsidR="009C13A2" w:rsidRPr="00AA2D19">
        <w:rPr>
          <w:b/>
          <w:u w:val="single"/>
          <w:lang w:val="en-CA"/>
        </w:rPr>
        <w:t xml:space="preserve"> 8 Final Task – Scale Model</w:t>
      </w:r>
      <w:r w:rsidR="009C13A2">
        <w:rPr>
          <w:lang w:val="en-CA"/>
        </w:rPr>
        <w:tab/>
      </w:r>
      <w:r w:rsidR="009C13A2">
        <w:rPr>
          <w:lang w:val="en-CA"/>
        </w:rPr>
        <w:tab/>
      </w:r>
      <w:r w:rsidR="009C13A2">
        <w:rPr>
          <w:lang w:val="en-CA"/>
        </w:rPr>
        <w:tab/>
      </w:r>
      <w:r w:rsidRPr="00ED42A1">
        <w:rPr>
          <w:b/>
          <w:lang w:val="en-CA"/>
        </w:rPr>
        <w:t>/</w:t>
      </w:r>
      <w:r w:rsidR="00ED42A1" w:rsidRPr="00ED42A1">
        <w:rPr>
          <w:b/>
          <w:lang w:val="en-CA"/>
        </w:rPr>
        <w:t>8</w:t>
      </w:r>
      <w:r w:rsidR="009C13A2">
        <w:rPr>
          <w:lang w:val="en-CA"/>
        </w:rPr>
        <w:tab/>
      </w:r>
      <w:r w:rsidR="009C13A2">
        <w:rPr>
          <w:lang w:val="en-CA"/>
        </w:rPr>
        <w:tab/>
      </w:r>
      <w:r w:rsidR="009C13A2" w:rsidRPr="00AA2D19">
        <w:rPr>
          <w:b/>
          <w:lang w:val="en-CA"/>
        </w:rPr>
        <w:t xml:space="preserve">Name: </w:t>
      </w:r>
      <w:r w:rsidR="009C13A2" w:rsidRPr="00AA2D19">
        <w:rPr>
          <w:b/>
          <w:u w:val="single"/>
          <w:lang w:val="en-CA"/>
        </w:rPr>
        <w:tab/>
      </w:r>
      <w:r w:rsidR="009C13A2">
        <w:rPr>
          <w:u w:val="single"/>
          <w:lang w:val="en-CA"/>
        </w:rPr>
        <w:tab/>
      </w:r>
      <w:r w:rsidR="009C13A2">
        <w:rPr>
          <w:u w:val="single"/>
          <w:lang w:val="en-CA"/>
        </w:rPr>
        <w:tab/>
      </w:r>
      <w:r w:rsidR="009C13A2">
        <w:rPr>
          <w:u w:val="single"/>
          <w:lang w:val="en-CA"/>
        </w:rPr>
        <w:tab/>
      </w:r>
    </w:p>
    <w:p w:rsidR="009C13A2" w:rsidRPr="002D79A0" w:rsidRDefault="002D79A0">
      <w:pPr>
        <w:rPr>
          <w:b/>
          <w:lang w:val="en-CA"/>
        </w:rPr>
      </w:pPr>
      <w:r>
        <w:rPr>
          <w:lang w:val="en-CA"/>
        </w:rPr>
        <w:tab/>
      </w:r>
      <w:r>
        <w:rPr>
          <w:lang w:val="en-CA"/>
        </w:rPr>
        <w:tab/>
      </w:r>
      <w:r>
        <w:rPr>
          <w:lang w:val="en-CA"/>
        </w:rPr>
        <w:tab/>
      </w:r>
      <w:r>
        <w:rPr>
          <w:lang w:val="en-CA"/>
        </w:rPr>
        <w:tab/>
      </w:r>
      <w:r>
        <w:rPr>
          <w:lang w:val="en-CA"/>
        </w:rPr>
        <w:tab/>
      </w:r>
      <w:r>
        <w:rPr>
          <w:lang w:val="en-CA"/>
        </w:rPr>
        <w:tab/>
      </w:r>
      <w:r>
        <w:rPr>
          <w:lang w:val="en-CA"/>
        </w:rPr>
        <w:tab/>
      </w:r>
      <w:r>
        <w:rPr>
          <w:lang w:val="en-CA"/>
        </w:rPr>
        <w:tab/>
        <w:t xml:space="preserve">         </w:t>
      </w:r>
      <w:r>
        <w:rPr>
          <w:lang w:val="en-CA"/>
        </w:rPr>
        <w:tab/>
      </w:r>
      <w:r>
        <w:rPr>
          <w:lang w:val="en-CA"/>
        </w:rPr>
        <w:tab/>
      </w:r>
      <w:r>
        <w:rPr>
          <w:lang w:val="en-CA"/>
        </w:rPr>
        <w:tab/>
      </w:r>
      <w:r w:rsidRPr="002D79A0">
        <w:rPr>
          <w:b/>
          <w:lang w:val="en-CA"/>
        </w:rPr>
        <w:t xml:space="preserve">Due by the end of </w:t>
      </w:r>
      <w:r w:rsidR="00ED42A1">
        <w:rPr>
          <w:b/>
          <w:lang w:val="en-CA"/>
        </w:rPr>
        <w:t>today’s class</w:t>
      </w:r>
    </w:p>
    <w:p w:rsidR="009C13A2" w:rsidRPr="002D79A0" w:rsidRDefault="009C13A2">
      <w:pPr>
        <w:rPr>
          <w:b/>
          <w:lang w:val="en-CA"/>
        </w:rPr>
      </w:pPr>
      <w:r w:rsidRPr="005879AA">
        <w:rPr>
          <w:b/>
          <w:u w:val="single"/>
          <w:lang w:val="en-CA"/>
        </w:rPr>
        <w:t>Instructions</w:t>
      </w:r>
      <w:r w:rsidRPr="002D79A0">
        <w:rPr>
          <w:b/>
          <w:lang w:val="en-CA"/>
        </w:rPr>
        <w:t xml:space="preserve">: </w:t>
      </w:r>
      <w:r w:rsidR="002D79A0" w:rsidRPr="002D79A0">
        <w:rPr>
          <w:b/>
          <w:lang w:val="en-CA"/>
        </w:rPr>
        <w:tab/>
      </w:r>
      <w:r w:rsidR="002D79A0" w:rsidRPr="002D79A0">
        <w:rPr>
          <w:b/>
          <w:lang w:val="en-CA"/>
        </w:rPr>
        <w:tab/>
      </w:r>
    </w:p>
    <w:p w:rsidR="009C13A2" w:rsidRPr="009C13A2" w:rsidRDefault="009C13A2" w:rsidP="009C13A2">
      <w:pPr>
        <w:pStyle w:val="ListParagraph"/>
        <w:numPr>
          <w:ilvl w:val="0"/>
          <w:numId w:val="1"/>
        </w:numPr>
        <w:rPr>
          <w:lang w:val="en-CA"/>
        </w:rPr>
      </w:pPr>
      <w:r w:rsidRPr="009C13A2">
        <w:rPr>
          <w:lang w:val="en-CA"/>
        </w:rPr>
        <w:t>Go online and choose a famous building, structure or feature.</w:t>
      </w:r>
    </w:p>
    <w:p w:rsidR="009C13A2" w:rsidRPr="009C13A2" w:rsidRDefault="009C13A2" w:rsidP="009C13A2">
      <w:pPr>
        <w:pStyle w:val="ListParagraph"/>
        <w:numPr>
          <w:ilvl w:val="0"/>
          <w:numId w:val="1"/>
        </w:numPr>
        <w:rPr>
          <w:lang w:val="en-CA"/>
        </w:rPr>
      </w:pPr>
      <w:r w:rsidRPr="009C13A2">
        <w:rPr>
          <w:lang w:val="en-CA"/>
        </w:rPr>
        <w:t xml:space="preserve">Record the dimensions of it on a </w:t>
      </w:r>
      <w:r w:rsidR="002D79A0">
        <w:rPr>
          <w:lang w:val="en-CA"/>
        </w:rPr>
        <w:t xml:space="preserve">quick </w:t>
      </w:r>
      <w:r w:rsidRPr="009C13A2">
        <w:rPr>
          <w:lang w:val="en-CA"/>
        </w:rPr>
        <w:t>sketch – as detailed as possible.</w:t>
      </w:r>
      <w:r w:rsidR="00AA2D19">
        <w:rPr>
          <w:lang w:val="en-CA"/>
        </w:rPr>
        <w:t xml:space="preserve"> (More than just the basic 3 dimensions.)</w:t>
      </w:r>
    </w:p>
    <w:p w:rsidR="009C13A2" w:rsidRPr="009C13A2" w:rsidRDefault="00712EFB" w:rsidP="009C13A2">
      <w:pPr>
        <w:pStyle w:val="ListParagraph"/>
        <w:numPr>
          <w:ilvl w:val="0"/>
          <w:numId w:val="1"/>
        </w:numPr>
        <w:rPr>
          <w:lang w:val="en-CA"/>
        </w:rPr>
      </w:pPr>
      <w:r w:rsidRPr="00712EFB">
        <w:rPr>
          <w:noProof/>
          <w:lang w:val="en-CA" w:eastAsia="en-CA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2B1AF6F0" wp14:editId="44802596">
                <wp:simplePos x="0" y="0"/>
                <wp:positionH relativeFrom="margin">
                  <wp:align>right</wp:align>
                </wp:positionH>
                <wp:positionV relativeFrom="paragraph">
                  <wp:posOffset>280035</wp:posOffset>
                </wp:positionV>
                <wp:extent cx="2543175" cy="747395"/>
                <wp:effectExtent l="0" t="0" r="28575" b="14605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3175" cy="74771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2EFB" w:rsidRDefault="00712EFB">
                            <w:r>
                              <w:t>What object have you chosen?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1AF6F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49.05pt;margin-top:22.05pt;width:200.25pt;height:58.85pt;z-index:25167052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">
                <v:textbox>
                  <w:txbxContent>
                    <w:p w:rsidR="00712EFB" w:rsidRDefault="00712EFB">
                      <w:r>
                        <w:t>What object have you chosen?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D79A0">
        <w:rPr>
          <w:lang w:val="en-CA"/>
        </w:rPr>
        <w:t xml:space="preserve">Choose a scale </w:t>
      </w:r>
      <w:r w:rsidR="002D79A0">
        <w:rPr>
          <w:lang w:val="en-CA"/>
        </w:rPr>
        <w:t>so your final diagr</w:t>
      </w:r>
      <w:r w:rsidR="001F5D40">
        <w:rPr>
          <w:lang w:val="en-CA"/>
        </w:rPr>
        <w:t>am uses most</w:t>
      </w:r>
      <w:r w:rsidR="002D79A0">
        <w:rPr>
          <w:lang w:val="en-CA"/>
        </w:rPr>
        <w:t xml:space="preserve"> of the space on the back of this page</w:t>
      </w:r>
      <w:r w:rsidR="002D79A0">
        <w:rPr>
          <w:lang w:val="en-CA"/>
        </w:rPr>
        <w:t xml:space="preserve"> (27.5 cm tall)</w:t>
      </w:r>
      <w:r w:rsidR="002D79A0">
        <w:rPr>
          <w:lang w:val="en-CA"/>
        </w:rPr>
        <w:t xml:space="preserve"> – choose an appropriate scale to accomplish this.</w:t>
      </w:r>
    </w:p>
    <w:p w:rsidR="009C13A2" w:rsidRPr="009C13A2" w:rsidRDefault="002D79A0" w:rsidP="009C13A2">
      <w:pPr>
        <w:pStyle w:val="ListParagraph"/>
        <w:numPr>
          <w:ilvl w:val="0"/>
          <w:numId w:val="1"/>
        </w:numPr>
        <w:rPr>
          <w:lang w:val="en-CA"/>
        </w:rPr>
      </w:pPr>
      <w:r>
        <w:rPr>
          <w:lang w:val="en-CA"/>
        </w:rPr>
        <w:t>Scale the object’s dimensions.  Show a sample calculation.</w:t>
      </w:r>
    </w:p>
    <w:p w:rsidR="002D79A0" w:rsidRDefault="009C13A2" w:rsidP="004179C6">
      <w:pPr>
        <w:pStyle w:val="ListParagraph"/>
        <w:numPr>
          <w:ilvl w:val="0"/>
          <w:numId w:val="1"/>
        </w:numPr>
        <w:rPr>
          <w:lang w:val="en-CA"/>
        </w:rPr>
      </w:pPr>
      <w:r w:rsidRPr="002D79A0">
        <w:rPr>
          <w:lang w:val="en-CA"/>
        </w:rPr>
        <w:t xml:space="preserve">Draw a scale diagram of your chosen </w:t>
      </w:r>
      <w:r w:rsidR="00AA2D19" w:rsidRPr="002D79A0">
        <w:rPr>
          <w:lang w:val="en-CA"/>
        </w:rPr>
        <w:t>object</w:t>
      </w:r>
      <w:r w:rsidR="002D79A0">
        <w:rPr>
          <w:lang w:val="en-CA"/>
        </w:rPr>
        <w:t xml:space="preserve"> on the back of this page</w:t>
      </w:r>
      <w:r w:rsidR="00AA2D19" w:rsidRPr="002D79A0">
        <w:rPr>
          <w:lang w:val="en-CA"/>
        </w:rPr>
        <w:t xml:space="preserve">. </w:t>
      </w:r>
    </w:p>
    <w:p w:rsidR="009C13A2" w:rsidRPr="002D79A0" w:rsidRDefault="005879AA" w:rsidP="004179C6">
      <w:pPr>
        <w:pStyle w:val="ListParagraph"/>
        <w:numPr>
          <w:ilvl w:val="0"/>
          <w:numId w:val="1"/>
        </w:numPr>
        <w:rPr>
          <w:lang w:val="en-CA"/>
        </w:rPr>
      </w:pPr>
      <w:r w:rsidRPr="001F5D40">
        <w:rPr>
          <w:noProof/>
          <w:lang w:val="en-CA" w:eastAsia="en-CA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0D629F48" wp14:editId="1B853D56">
                <wp:simplePos x="0" y="0"/>
                <wp:positionH relativeFrom="margin">
                  <wp:align>left</wp:align>
                </wp:positionH>
                <wp:positionV relativeFrom="paragraph">
                  <wp:posOffset>3493453</wp:posOffset>
                </wp:positionV>
                <wp:extent cx="1368425" cy="3880485"/>
                <wp:effectExtent l="0" t="0" r="22225" b="24765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8957" cy="3880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5D40" w:rsidRDefault="00ED42A1">
                            <w:r>
                              <w:t>Calculated</w:t>
                            </w:r>
                            <w:r w:rsidR="001F5D40">
                              <w:t xml:space="preserve"> dimensions</w:t>
                            </w:r>
                            <w:r w:rsidR="003F5780">
                              <w:t xml:space="preserve"> for your </w:t>
                            </w:r>
                            <w:r>
                              <w:t xml:space="preserve">scale </w:t>
                            </w:r>
                            <w:r w:rsidR="003F5780">
                              <w:t>drawing</w:t>
                            </w:r>
                            <w:r w:rsidR="001F5D40"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629F48" id="_x0000_s1027" type="#_x0000_t202" style="position:absolute;left:0;text-align:left;margin-left:0;margin-top:275.1pt;width:107.75pt;height:305.55pt;z-index:25166848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">
                <v:textbox>
                  <w:txbxContent>
                    <w:p w:rsidR="001F5D40" w:rsidRDefault="00ED42A1">
                      <w:r>
                        <w:t>Calculated</w:t>
                      </w:r>
                      <w:r w:rsidR="001F5D40">
                        <w:t xml:space="preserve"> dimensions</w:t>
                      </w:r>
                      <w:r w:rsidR="003F5780">
                        <w:t xml:space="preserve"> for your </w:t>
                      </w:r>
                      <w:r>
                        <w:t xml:space="preserve">scale </w:t>
                      </w:r>
                      <w:r w:rsidR="003F5780">
                        <w:t>drawing</w:t>
                      </w:r>
                      <w:r w:rsidR="001F5D40">
                        <w:t>: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4F5267">
        <w:rPr>
          <w:noProof/>
          <w:lang w:val="en-CA" w:eastAsia="en-CA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29A05B0" wp14:editId="39D8E790">
                <wp:simplePos x="0" y="0"/>
                <wp:positionH relativeFrom="margin">
                  <wp:align>left</wp:align>
                </wp:positionH>
                <wp:positionV relativeFrom="paragraph">
                  <wp:posOffset>363220</wp:posOffset>
                </wp:positionV>
                <wp:extent cx="3498850" cy="3048635"/>
                <wp:effectExtent l="0" t="0" r="25400" b="1841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98850" cy="3048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5267" w:rsidRPr="00CE5435" w:rsidRDefault="00CE5435">
                            <w:pPr>
                              <w:rPr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>Quick sketch with</w:t>
                            </w:r>
                            <w:r w:rsidR="001F5D40">
                              <w:rPr>
                                <w:lang w:val="en-CA"/>
                              </w:rPr>
                              <w:t xml:space="preserve"> actual</w:t>
                            </w:r>
                            <w:r>
                              <w:rPr>
                                <w:lang w:val="en-CA"/>
                              </w:rPr>
                              <w:t xml:space="preserve"> dimensions</w:t>
                            </w:r>
                            <w:r w:rsidR="00ED42A1">
                              <w:rPr>
                                <w:lang w:val="en-CA"/>
                              </w:rPr>
                              <w:t xml:space="preserve"> (more than 3)</w:t>
                            </w:r>
                            <w:r>
                              <w:rPr>
                                <w:lang w:val="en-CA"/>
                              </w:rPr>
                              <w:t xml:space="preserve"> labelled: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9A05B0" id="_x0000_s1028" type="#_x0000_t202" style="position:absolute;left:0;text-align:left;margin-left:0;margin-top:28.6pt;width:275.5pt;height:240.0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">
                <v:textbox>
                  <w:txbxContent>
                    <w:p w:rsidR="004F5267" w:rsidRPr="00CE5435" w:rsidRDefault="00CE5435">
                      <w:pPr>
                        <w:rPr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>Quick sketch with</w:t>
                      </w:r>
                      <w:r w:rsidR="001F5D40">
                        <w:rPr>
                          <w:lang w:val="en-CA"/>
                        </w:rPr>
                        <w:t xml:space="preserve"> actual</w:t>
                      </w:r>
                      <w:r>
                        <w:rPr>
                          <w:lang w:val="en-CA"/>
                        </w:rPr>
                        <w:t xml:space="preserve"> dimensions</w:t>
                      </w:r>
                      <w:r w:rsidR="00ED42A1">
                        <w:rPr>
                          <w:lang w:val="en-CA"/>
                        </w:rPr>
                        <w:t xml:space="preserve"> (more than 3)</w:t>
                      </w:r>
                      <w:r>
                        <w:rPr>
                          <w:lang w:val="en-CA"/>
                        </w:rPr>
                        <w:t xml:space="preserve"> labelled: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ED42A1" w:rsidRPr="00CE5435">
        <w:rPr>
          <w:noProof/>
          <w:lang w:val="en-CA" w:eastAsia="en-CA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FC2C63B" wp14:editId="4E3BB3CD">
                <wp:simplePos x="0" y="0"/>
                <wp:positionH relativeFrom="margin">
                  <wp:align>right</wp:align>
                </wp:positionH>
                <wp:positionV relativeFrom="paragraph">
                  <wp:posOffset>1600835</wp:posOffset>
                </wp:positionV>
                <wp:extent cx="3261995" cy="1818640"/>
                <wp:effectExtent l="0" t="0" r="14605" b="1016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1995" cy="181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5435" w:rsidRDefault="00AA2D19">
                            <w:r>
                              <w:t>Sample</w:t>
                            </w:r>
                            <w:r w:rsidR="00CE5435">
                              <w:t xml:space="preserve"> Calculation: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C2C63B" id="_x0000_s1029" type="#_x0000_t202" style="position:absolute;left:0;text-align:left;margin-left:205.65pt;margin-top:126.05pt;width:256.85pt;height:143.2pt;z-index:25166336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">
                <v:textbox>
                  <w:txbxContent>
                    <w:p w:rsidR="00CE5435" w:rsidRDefault="00AA2D19">
                      <w:r>
                        <w:t>Sample</w:t>
                      </w:r>
                      <w:r w:rsidR="00CE5435">
                        <w:t xml:space="preserve"> Calculation: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F5D40" w:rsidRPr="00CE5435">
        <w:rPr>
          <w:noProof/>
          <w:lang w:val="en-CA" w:eastAsia="en-CA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36DAEAA" wp14:editId="01D29EE1">
                <wp:simplePos x="0" y="0"/>
                <wp:positionH relativeFrom="margin">
                  <wp:align>right</wp:align>
                </wp:positionH>
                <wp:positionV relativeFrom="paragraph">
                  <wp:posOffset>365760</wp:posOffset>
                </wp:positionV>
                <wp:extent cx="3261995" cy="1147445"/>
                <wp:effectExtent l="0" t="0" r="14605" b="14605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1995" cy="1147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5435" w:rsidRDefault="00CE5435">
                            <w:r>
                              <w:t>What scale are you using? So your object will fit on most of the back of this page (27.5 cm tall).</w:t>
                            </w:r>
                          </w:p>
                          <w:p w:rsidR="002D79A0" w:rsidRDefault="002D79A0"/>
                          <w:p w:rsidR="002D79A0" w:rsidRDefault="002D79A0">
                            <w:r>
                              <w:t xml:space="preserve">   </w:t>
                            </w:r>
                            <w:r w:rsidR="00ED42A1">
                              <w:t xml:space="preserve">    </w:t>
                            </w:r>
                            <w:r>
                              <w:t>1 cm on diagram = ________ on real object</w:t>
                            </w:r>
                          </w:p>
                          <w:p w:rsidR="002D79A0" w:rsidRDefault="002D79A0">
                            <w: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6DAEAA" id="_x0000_s1030" type="#_x0000_t202" style="position:absolute;left:0;text-align:left;margin-left:205.65pt;margin-top:28.8pt;width:256.85pt;height:90.35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">
                <v:textbox>
                  <w:txbxContent>
                    <w:p w:rsidR="00CE5435" w:rsidRDefault="00CE5435">
                      <w:r>
                        <w:t>What scale are you using? So your object will fit on most of the back of this page (27.5 cm tall).</w:t>
                      </w:r>
                    </w:p>
                    <w:p w:rsidR="002D79A0" w:rsidRDefault="002D79A0"/>
                    <w:p w:rsidR="002D79A0" w:rsidRDefault="002D79A0">
                      <w:r>
                        <w:t xml:space="preserve">   </w:t>
                      </w:r>
                      <w:r w:rsidR="00ED42A1">
                        <w:t xml:space="preserve">    </w:t>
                      </w:r>
                      <w:r>
                        <w:t>1 cm on diagram = ________ on real object</w:t>
                      </w:r>
                    </w:p>
                    <w:p w:rsidR="002D79A0" w:rsidRDefault="002D79A0">
                      <w:r>
                        <w:tab/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F5D40" w:rsidRPr="00CE5435">
        <w:rPr>
          <w:noProof/>
          <w:lang w:val="en-CA" w:eastAsia="en-CA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0825DF87" wp14:editId="2FFD03F4">
                <wp:simplePos x="0" y="0"/>
                <wp:positionH relativeFrom="margin">
                  <wp:align>right</wp:align>
                </wp:positionH>
                <wp:positionV relativeFrom="paragraph">
                  <wp:posOffset>3663315</wp:posOffset>
                </wp:positionV>
                <wp:extent cx="5376545" cy="3876675"/>
                <wp:effectExtent l="0" t="0" r="14605" b="28575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76545" cy="3876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5435" w:rsidRDefault="00AA2D19">
                            <w:r>
                              <w:t xml:space="preserve">Surface Area or </w:t>
                            </w:r>
                            <w:r w:rsidR="00CE5435">
                              <w:t>Volume</w:t>
                            </w:r>
                            <w:r>
                              <w:t xml:space="preserve"> calculation: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25DF87" id="_x0000_s1031" type="#_x0000_t202" style="position:absolute;left:0;text-align:left;margin-left:372.15pt;margin-top:288.45pt;width:423.35pt;height:305.25pt;z-index:25166540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">
                <v:textbox>
                  <w:txbxContent>
                    <w:p w:rsidR="00CE5435" w:rsidRDefault="00AA2D19">
                      <w:r>
                        <w:t xml:space="preserve">Surface Area or </w:t>
                      </w:r>
                      <w:r w:rsidR="00CE5435">
                        <w:t>Volume</w:t>
                      </w:r>
                      <w:r>
                        <w:t xml:space="preserve"> calculation: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A2D19" w:rsidRPr="002D79A0">
        <w:rPr>
          <w:lang w:val="en-CA"/>
        </w:rPr>
        <w:t>Calculate either the surface area or the volume of your object</w:t>
      </w:r>
      <w:r w:rsidR="009C13A2" w:rsidRPr="002D79A0">
        <w:rPr>
          <w:lang w:val="en-CA"/>
        </w:rPr>
        <w:t>.</w:t>
      </w:r>
      <w:bookmarkStart w:id="0" w:name="_GoBack"/>
      <w:bookmarkEnd w:id="0"/>
    </w:p>
    <w:p w:rsidR="009C13A2" w:rsidRDefault="00ED42A1" w:rsidP="009C13A2">
      <w:pPr>
        <w:rPr>
          <w:lang w:val="en-CA"/>
        </w:rPr>
      </w:pPr>
      <w:r w:rsidRPr="005879AA">
        <w:rPr>
          <w:b/>
          <w:u w:val="single"/>
          <w:lang w:val="en-CA"/>
        </w:rPr>
        <w:lastRenderedPageBreak/>
        <w:t>Scale Drawing</w:t>
      </w:r>
      <w:r>
        <w:rPr>
          <w:lang w:val="en-CA"/>
        </w:rPr>
        <w:t>:</w:t>
      </w:r>
      <w:r w:rsidR="002D79A0">
        <w:rPr>
          <w:lang w:val="en-CA"/>
        </w:rPr>
        <w:t xml:space="preserve"> </w:t>
      </w:r>
      <w:r w:rsidR="003F5780">
        <w:rPr>
          <w:lang w:val="en-CA"/>
        </w:rPr>
        <w:t>Fill as much of this 27.5 cm page as possible with your accurate</w:t>
      </w:r>
      <w:r w:rsidR="003F5780">
        <w:rPr>
          <w:lang w:val="en-CA"/>
        </w:rPr>
        <w:t xml:space="preserve"> and labelled</w:t>
      </w:r>
      <w:r w:rsidR="003F5780">
        <w:rPr>
          <w:lang w:val="en-CA"/>
        </w:rPr>
        <w:t xml:space="preserve"> scale drawing.</w:t>
      </w:r>
    </w:p>
    <w:p w:rsidR="009C13A2" w:rsidRPr="009C13A2" w:rsidRDefault="009C13A2" w:rsidP="009C13A2">
      <w:pPr>
        <w:rPr>
          <w:lang w:val="en-CA"/>
        </w:rPr>
      </w:pPr>
    </w:p>
    <w:sectPr w:rsidR="009C13A2" w:rsidRPr="009C13A2" w:rsidSect="009C13A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4453A2"/>
    <w:multiLevelType w:val="hybridMultilevel"/>
    <w:tmpl w:val="5A7CC05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2EC"/>
    <w:rsid w:val="001F5D40"/>
    <w:rsid w:val="002D79A0"/>
    <w:rsid w:val="003F5780"/>
    <w:rsid w:val="00427972"/>
    <w:rsid w:val="004F5267"/>
    <w:rsid w:val="005879AA"/>
    <w:rsid w:val="006462EC"/>
    <w:rsid w:val="00712EFB"/>
    <w:rsid w:val="009C13A2"/>
    <w:rsid w:val="00AA2D19"/>
    <w:rsid w:val="00CE5435"/>
    <w:rsid w:val="00ED42A1"/>
    <w:rsid w:val="00EE5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31430E7-A305-4DB7-9145-717F7CC02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5B9BD5" w:themeColor="accent1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5B9BD5" w:themeColor="accent1"/>
      <w:spacing w:val="5"/>
    </w:rPr>
  </w:style>
  <w:style w:type="character" w:styleId="BookTitle">
    <w:name w:val="Book Title"/>
    <w:basedOn w:val="DefaultParagraphFont"/>
    <w:uiPriority w:val="33"/>
    <w:qFormat/>
    <w:rPr>
      <w:b/>
      <w:bCs/>
      <w:i/>
      <w:iCs/>
      <w:spacing w:val="5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unhideWhenUsed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della\AppData\Roaming\Microsoft\Templates\Single%20spaced%20(blank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C01C3C56-10DB-49F7-B061-44D8728D07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Single spaced (blank)</Template>
  <TotalTime>202</TotalTime>
  <Pages>2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Della, Teena</dc:creator>
  <cp:keywords/>
  <dc:description/>
  <cp:lastModifiedBy>Della, Teena</cp:lastModifiedBy>
  <cp:revision>11</cp:revision>
  <dcterms:created xsi:type="dcterms:W3CDTF">2015-09-16T15:58:00Z</dcterms:created>
  <dcterms:modified xsi:type="dcterms:W3CDTF">2015-09-16T19:38:00Z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TC027869999991</vt:lpwstr>
  </property>
</Properties>
</file>